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F1D0B" w14:textId="2684E365" w:rsidR="00397AA8" w:rsidRDefault="005C21A3" w:rsidP="00663D5E">
      <w:pPr>
        <w:pStyle w:val="Title"/>
      </w:pPr>
      <w:r>
        <w:t xml:space="preserve">Use of the </w:t>
      </w:r>
      <w:r w:rsidR="00193507">
        <w:t xml:space="preserve">Britest </w:t>
      </w:r>
      <w:r>
        <w:t>PDD Stencil and Template v</w:t>
      </w:r>
      <w:r w:rsidR="0004370F">
        <w:t>4</w:t>
      </w:r>
    </w:p>
    <w:p w14:paraId="57DA10C7" w14:textId="77777777" w:rsidR="005C21A3" w:rsidRDefault="005C21A3" w:rsidP="00663D5E">
      <w:pPr>
        <w:pStyle w:val="Heading1"/>
      </w:pPr>
      <w:r>
        <w:t>Introduction</w:t>
      </w:r>
    </w:p>
    <w:p w14:paraId="63C27DB4" w14:textId="23BF126E" w:rsidR="005C21A3" w:rsidRPr="005C21A3" w:rsidRDefault="005C21A3" w:rsidP="005C21A3">
      <w:pPr>
        <w:pStyle w:val="BodyText"/>
      </w:pPr>
      <w:r>
        <w:t xml:space="preserve">This document gives recommendations for the use of </w:t>
      </w:r>
      <w:r w:rsidR="00EA0A51">
        <w:t>V</w:t>
      </w:r>
      <w:r w:rsidR="00782C4E">
        <w:t xml:space="preserve">ersion </w:t>
      </w:r>
      <w:r w:rsidR="0004370F">
        <w:t>4</w:t>
      </w:r>
      <w:r w:rsidR="00782C4E">
        <w:t xml:space="preserve"> of </w:t>
      </w:r>
      <w:r>
        <w:t xml:space="preserve">the Britest PDD stencil and template, prepared by </w:t>
      </w:r>
      <w:r w:rsidR="0004370F">
        <w:t>Rob Peeling</w:t>
      </w:r>
      <w:r>
        <w:t xml:space="preserve"> in </w:t>
      </w:r>
      <w:r w:rsidR="0004370F">
        <w:t>July 2017</w:t>
      </w:r>
      <w:r>
        <w:t>.</w:t>
      </w:r>
      <w:r w:rsidR="0004370F">
        <w:t xml:space="preserve"> Version 4 provides </w:t>
      </w:r>
      <w:r w:rsidR="0004370F" w:rsidRPr="0004370F">
        <w:t>GHS Pictograms</w:t>
      </w:r>
      <w:r w:rsidR="00EA0A51">
        <w:t xml:space="preserve"> to facilitate the use of PDDs</w:t>
      </w:r>
      <w:r w:rsidR="00EA0A51" w:rsidRPr="00EA0A51">
        <w:t xml:space="preserve"> for Early Stage Identification of Process Safety Hazards &amp; Inherent Safety Assessment</w:t>
      </w:r>
      <w:r w:rsidR="00EA0A51">
        <w:t>.</w:t>
      </w:r>
    </w:p>
    <w:p w14:paraId="375D534F" w14:textId="77777777" w:rsidR="00663D5E" w:rsidRPr="00663D5E" w:rsidRDefault="005C21A3" w:rsidP="00663D5E">
      <w:pPr>
        <w:pStyle w:val="Heading1"/>
      </w:pPr>
      <w:r>
        <w:t>Requirements</w:t>
      </w:r>
      <w:r w:rsidR="0085315C">
        <w:t xml:space="preserve"> and setup</w:t>
      </w:r>
    </w:p>
    <w:p w14:paraId="1251CD47" w14:textId="4328016A" w:rsidR="00663D5E" w:rsidRDefault="005C21A3" w:rsidP="00D86173">
      <w:pPr>
        <w:pStyle w:val="BodyText"/>
      </w:pPr>
      <w:r>
        <w:t xml:space="preserve">The PDD template and stencil have been prepared </w:t>
      </w:r>
      <w:r w:rsidR="0004370F">
        <w:t xml:space="preserve">for compatibility with </w:t>
      </w:r>
      <w:r>
        <w:t>Microsoft Visio 20</w:t>
      </w:r>
      <w:r w:rsidR="0004370F">
        <w:t>16</w:t>
      </w:r>
      <w:r>
        <w:t>.  They are distributed in a zip file together with this document and an example Visio PDD drawing.</w:t>
      </w:r>
    </w:p>
    <w:p w14:paraId="673CCC85" w14:textId="77777777" w:rsidR="00B22576" w:rsidRDefault="00B22576" w:rsidP="00D86173">
      <w:pPr>
        <w:pStyle w:val="BodyText"/>
      </w:pPr>
      <w:r>
        <w:t>The all files in the zip file should be unzipped to the same directory, which should be the “My Shapes” directory if you have one.</w:t>
      </w:r>
    </w:p>
    <w:p w14:paraId="227EFF35" w14:textId="77777777" w:rsidR="005C21A3" w:rsidRDefault="005C21A3" w:rsidP="005C21A3">
      <w:pPr>
        <w:pStyle w:val="Heading1"/>
      </w:pPr>
      <w:r>
        <w:t>Settings</w:t>
      </w:r>
    </w:p>
    <w:p w14:paraId="7D115583" w14:textId="77777777" w:rsidR="005C21A3" w:rsidRDefault="005C21A3" w:rsidP="005C21A3">
      <w:pPr>
        <w:pStyle w:val="BodyText"/>
      </w:pPr>
      <w:r>
        <w:t xml:space="preserve">The shapes have been prepared based on the use of a 2.5mm grid.  The A4 template is set up with a 2.5mm grid already.  If you want to use the </w:t>
      </w:r>
      <w:r w:rsidR="00032C05">
        <w:t xml:space="preserve">PDD symbols </w:t>
      </w:r>
      <w:r>
        <w:t xml:space="preserve">stencil with a </w:t>
      </w:r>
      <w:r w:rsidR="00032C05">
        <w:t>different template (e.g. your company’s standard engineering drawing template)</w:t>
      </w:r>
      <w:r>
        <w:t>, you should also set this up with a 2.5mm grid.</w:t>
      </w:r>
    </w:p>
    <w:p w14:paraId="1D0A8AD0" w14:textId="77777777" w:rsidR="005C21A3" w:rsidRDefault="005C21A3" w:rsidP="005C21A3">
      <w:pPr>
        <w:pStyle w:val="Heading1"/>
      </w:pPr>
      <w:r>
        <w:t>Contents</w:t>
      </w:r>
    </w:p>
    <w:p w14:paraId="387C09BB" w14:textId="77777777" w:rsidR="005C21A3" w:rsidRPr="005C21A3" w:rsidRDefault="005C21A3" w:rsidP="005C21A3">
      <w:pPr>
        <w:pStyle w:val="Heading2"/>
      </w:pPr>
      <w:r>
        <w:t>Stream nodes</w:t>
      </w:r>
    </w:p>
    <w:p w14:paraId="098E1F4E" w14:textId="77777777" w:rsidR="00D63ED8" w:rsidRDefault="005C21A3" w:rsidP="005C21A3">
      <w:pPr>
        <w:pStyle w:val="BodyText"/>
      </w:pPr>
      <w:r>
        <w:t>The stencil has shapes for stream nodes of energy and five possible phases</w:t>
      </w:r>
      <w:r w:rsidR="00D63ED8">
        <w:t xml:space="preserve"> (vapour, aqueous and organic liquids, and two different solid phases)</w:t>
      </w:r>
      <w:r>
        <w:t xml:space="preserve">.  These are given with the labels in different orientations, for convenience </w:t>
      </w:r>
      <w:r w:rsidR="00D63ED8">
        <w:t>when</w:t>
      </w:r>
      <w:r>
        <w:t xml:space="preserve"> laying out the drawing.  </w:t>
      </w:r>
    </w:p>
    <w:p w14:paraId="2C53BB0B" w14:textId="77777777" w:rsidR="005C21A3" w:rsidRDefault="00D63ED8" w:rsidP="005C21A3">
      <w:pPr>
        <w:pStyle w:val="BodyText"/>
      </w:pPr>
      <w:r>
        <w:t>For multiphase streams, t</w:t>
      </w:r>
      <w:r w:rsidR="005C21A3">
        <w:t xml:space="preserve">here are large stream nodes for </w:t>
      </w:r>
      <w:r>
        <w:t xml:space="preserve">representing </w:t>
      </w:r>
      <w:r w:rsidR="005C21A3">
        <w:t>the continuous phase, and small stream node</w:t>
      </w:r>
      <w:r>
        <w:t>s</w:t>
      </w:r>
      <w:r w:rsidR="005C21A3">
        <w:t xml:space="preserve"> without label</w:t>
      </w:r>
      <w:r>
        <w:t>s</w:t>
      </w:r>
      <w:r w:rsidR="005C21A3">
        <w:t>, for the dispersed phase</w:t>
      </w:r>
      <w:r>
        <w:t>s</w:t>
      </w:r>
      <w:r w:rsidR="005C21A3">
        <w:t>.</w:t>
      </w:r>
    </w:p>
    <w:p w14:paraId="233B6852" w14:textId="77777777" w:rsidR="005C21A3" w:rsidRDefault="005C21A3" w:rsidP="005C21A3">
      <w:pPr>
        <w:pStyle w:val="Heading2"/>
      </w:pPr>
      <w:r>
        <w:t>Connectors</w:t>
      </w:r>
    </w:p>
    <w:p w14:paraId="391DC4AB" w14:textId="77777777" w:rsidR="005C21A3" w:rsidRDefault="005C21A3" w:rsidP="005C21A3">
      <w:pPr>
        <w:pStyle w:val="BodyText"/>
      </w:pPr>
      <w:r>
        <w:t xml:space="preserve">For the five different phases, there are two sizes of connectors, of standard width and </w:t>
      </w:r>
      <w:r w:rsidR="00D63ED8">
        <w:t xml:space="preserve">of a </w:t>
      </w:r>
      <w:r>
        <w:t xml:space="preserve">thicker </w:t>
      </w:r>
      <w:r w:rsidR="00D63ED8">
        <w:t>width to represent</w:t>
      </w:r>
      <w:r>
        <w:t xml:space="preserve"> the continuous phase of multiphase streams.  A standard connector can be placed over the continuous phase connector, to represent the dispersed phase.</w:t>
      </w:r>
    </w:p>
    <w:p w14:paraId="460E9469" w14:textId="77777777" w:rsidR="005C21A3" w:rsidRDefault="005C21A3" w:rsidP="005C21A3">
      <w:pPr>
        <w:pStyle w:val="Heading2"/>
      </w:pPr>
      <w:r>
        <w:t>Task symbols</w:t>
      </w:r>
    </w:p>
    <w:p w14:paraId="38605424" w14:textId="77777777" w:rsidR="005C21A3" w:rsidRDefault="005C21A3" w:rsidP="005C21A3">
      <w:pPr>
        <w:pStyle w:val="BodyText"/>
      </w:pPr>
      <w:r>
        <w:t>A standard task box is provided, together with a backmixed symbol.</w:t>
      </w:r>
    </w:p>
    <w:p w14:paraId="6288B44E" w14:textId="77777777" w:rsidR="005C21A3" w:rsidRDefault="005C21A3" w:rsidP="005C21A3">
      <w:pPr>
        <w:pStyle w:val="Heading2"/>
      </w:pPr>
      <w:r>
        <w:t>Phase shapes</w:t>
      </w:r>
    </w:p>
    <w:p w14:paraId="3179FC43" w14:textId="77777777" w:rsidR="005C21A3" w:rsidRDefault="005C21A3" w:rsidP="005C21A3">
      <w:pPr>
        <w:pStyle w:val="BodyText"/>
      </w:pPr>
      <w:r>
        <w:t>An assortment of shapes representing phases are provided, for inserting in the task boxes.</w:t>
      </w:r>
    </w:p>
    <w:p w14:paraId="2FCF6DB5" w14:textId="77777777" w:rsidR="005C21A3" w:rsidRDefault="00D63ED8" w:rsidP="00D63ED8">
      <w:pPr>
        <w:pStyle w:val="Heading2"/>
      </w:pPr>
      <w:r>
        <w:t>Examples of shapes available</w:t>
      </w:r>
    </w:p>
    <w:p w14:paraId="43B08AA7" w14:textId="77777777" w:rsidR="00D63ED8" w:rsidRDefault="00D63ED8" w:rsidP="005C21A3">
      <w:pPr>
        <w:pStyle w:val="BodyText"/>
      </w:pPr>
      <w:r>
        <w:t>are shown o</w:t>
      </w:r>
      <w:bookmarkStart w:id="0" w:name="_GoBack"/>
      <w:bookmarkEnd w:id="0"/>
      <w:r>
        <w:t>n next page…</w:t>
      </w:r>
    </w:p>
    <w:p w14:paraId="66C3F099" w14:textId="262D8F5C" w:rsidR="005C21A3" w:rsidRPr="005C21A3" w:rsidRDefault="0004370F" w:rsidP="005C21A3">
      <w:pPr>
        <w:pStyle w:val="BodyText"/>
      </w:pPr>
      <w:r>
        <w:object w:dxaOrig="10515" w:dyaOrig="14716" w14:anchorId="05F205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610.5pt" o:ole="">
            <v:imagedata r:id="rId10" o:title="" croptop="2179f"/>
          </v:shape>
          <o:OLEObject Type="Embed" ProgID="Visio.Drawing.15" ShapeID="_x0000_i1025" DrawAspect="Content" ObjectID="_1562744066" r:id="rId11"/>
        </w:object>
      </w:r>
    </w:p>
    <w:sectPr w:rsidR="005C21A3" w:rsidRPr="005C21A3" w:rsidSect="0066514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40" w:right="1440" w:bottom="2160" w:left="1440" w:header="720" w:footer="10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AEF52" w14:textId="77777777" w:rsidR="001632B6" w:rsidRDefault="001632B6">
      <w:r>
        <w:separator/>
      </w:r>
    </w:p>
  </w:endnote>
  <w:endnote w:type="continuationSeparator" w:id="0">
    <w:p w14:paraId="3584E879" w14:textId="77777777" w:rsidR="001632B6" w:rsidRDefault="00163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261A6" w14:textId="50F580BB" w:rsidR="008A73AB" w:rsidRDefault="008A73AB" w:rsidP="008A73AB">
    <w:pPr>
      <w:pStyle w:val="Footer"/>
    </w:pPr>
    <w:r>
      <w:t>© Britest Ltd</w:t>
    </w:r>
    <w:r w:rsidR="0066514A">
      <w:t xml:space="preserve"> 2016</w:t>
    </w:r>
    <w:r w:rsidRPr="001D7FC0">
      <w:tab/>
      <w:t xml:space="preserve">Page </w:t>
    </w:r>
    <w:r w:rsidRPr="001D7FC0">
      <w:fldChar w:fldCharType="begin"/>
    </w:r>
    <w:r w:rsidRPr="001D7FC0">
      <w:instrText xml:space="preserve"> PAGE   \* MERGEFORMAT </w:instrText>
    </w:r>
    <w:r w:rsidRPr="001D7FC0">
      <w:fldChar w:fldCharType="separate"/>
    </w:r>
    <w:r w:rsidR="00EA0A51">
      <w:rPr>
        <w:noProof/>
      </w:rPr>
      <w:t>2</w:t>
    </w:r>
    <w:r w:rsidRPr="001D7FC0">
      <w:fldChar w:fldCharType="end"/>
    </w:r>
    <w:r w:rsidRPr="001D7FC0">
      <w:t xml:space="preserve"> of </w:t>
    </w:r>
    <w:fldSimple w:instr=" NUMPAGES   \* MERGEFORMAT ">
      <w:r w:rsidR="00EA0A51">
        <w:rPr>
          <w:noProof/>
        </w:rPr>
        <w:t>2</w:t>
      </w:r>
    </w:fldSimple>
  </w:p>
  <w:p w14:paraId="00E8D116" w14:textId="77777777" w:rsidR="008A73AB" w:rsidRPr="008A73AB" w:rsidRDefault="008A73AB" w:rsidP="008A73AB">
    <w:pPr>
      <w:pStyle w:val="Footer"/>
    </w:pPr>
    <w:r>
      <w:t>CONFIDENTIAL</w:t>
    </w:r>
    <w:r w:rsidRPr="008A73AB">
      <w:t xml:space="preserve"> </w:t>
    </w:r>
  </w:p>
  <w:p w14:paraId="7EA9D9CF" w14:textId="77777777" w:rsidR="00663D5E" w:rsidRPr="008A73AB" w:rsidRDefault="008A73AB" w:rsidP="008A73AB">
    <w:pPr>
      <w:pStyle w:val="Footer"/>
    </w:pPr>
    <w:r w:rsidRPr="008A73AB">
      <w:t xml:space="preserve">This document contains information which is for circulation only to the members </w:t>
    </w:r>
    <w:r w:rsidR="0066514A">
      <w:t xml:space="preserve">and associates </w:t>
    </w:r>
    <w:r w:rsidRPr="008A73AB">
      <w:t>of Britest, and is not to be copied or circulated further, without permission.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346D7" w14:textId="26965597" w:rsidR="00663D5E" w:rsidRDefault="008A73AB" w:rsidP="00A56B64">
    <w:pPr>
      <w:pStyle w:val="Footer"/>
    </w:pPr>
    <w:r>
      <w:t>© Britest Ltd</w:t>
    </w:r>
    <w:r w:rsidR="00EA0A51">
      <w:t xml:space="preserve"> 2017</w:t>
    </w:r>
    <w:r w:rsidR="00663D5E" w:rsidRPr="001D7FC0">
      <w:tab/>
      <w:t xml:space="preserve">Page </w:t>
    </w:r>
    <w:r w:rsidR="00663D5E" w:rsidRPr="001D7FC0">
      <w:fldChar w:fldCharType="begin"/>
    </w:r>
    <w:r w:rsidR="00663D5E" w:rsidRPr="001D7FC0">
      <w:instrText xml:space="preserve"> PAGE   \* MERGEFORMAT </w:instrText>
    </w:r>
    <w:r w:rsidR="00663D5E" w:rsidRPr="001D7FC0">
      <w:fldChar w:fldCharType="separate"/>
    </w:r>
    <w:r w:rsidR="00EA0A51">
      <w:rPr>
        <w:noProof/>
      </w:rPr>
      <w:t>1</w:t>
    </w:r>
    <w:r w:rsidR="00663D5E" w:rsidRPr="001D7FC0">
      <w:fldChar w:fldCharType="end"/>
    </w:r>
    <w:r w:rsidR="00663D5E" w:rsidRPr="001D7FC0">
      <w:t xml:space="preserve"> of </w:t>
    </w:r>
    <w:fldSimple w:instr=" NUMPAGES   \* MERGEFORMAT ">
      <w:r w:rsidR="00EA0A51">
        <w:rPr>
          <w:noProof/>
        </w:rPr>
        <w:t>2</w:t>
      </w:r>
    </w:fldSimple>
  </w:p>
  <w:p w14:paraId="2FA17BD3" w14:textId="77777777" w:rsidR="008A73AB" w:rsidRPr="008A73AB" w:rsidRDefault="008A73AB">
    <w:pPr>
      <w:pStyle w:val="Footer"/>
    </w:pPr>
    <w:r>
      <w:t>CONFIDENTIAL</w:t>
    </w:r>
    <w:r w:rsidRPr="008A73AB">
      <w:t xml:space="preserve"> </w:t>
    </w:r>
  </w:p>
  <w:p w14:paraId="61181FB2" w14:textId="77777777" w:rsidR="008A73AB" w:rsidRPr="008A73AB" w:rsidRDefault="008A73AB">
    <w:pPr>
      <w:pStyle w:val="Footer"/>
    </w:pPr>
    <w:r w:rsidRPr="008A73AB">
      <w:t xml:space="preserve">This document contains information which is for circulation only to the members </w:t>
    </w:r>
    <w:r w:rsidR="0066514A">
      <w:t xml:space="preserve">and associates </w:t>
    </w:r>
    <w:r w:rsidRPr="008A73AB">
      <w:t>of Britest, and is not to be copied or circulated further, without permission.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DF7AE" w14:textId="77777777" w:rsidR="001632B6" w:rsidRDefault="001632B6">
      <w:r>
        <w:separator/>
      </w:r>
    </w:p>
  </w:footnote>
  <w:footnote w:type="continuationSeparator" w:id="0">
    <w:p w14:paraId="118D48B8" w14:textId="77777777" w:rsidR="001632B6" w:rsidRDefault="00163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EEEA0" w14:textId="6DF95875" w:rsidR="00663D5E" w:rsidRPr="00906017" w:rsidRDefault="00663D5E" w:rsidP="00663D5E">
    <w:pPr>
      <w:pStyle w:val="Header"/>
    </w:pPr>
    <w:fldSimple w:instr=" STYLEREF  Title  \* MERGEFORMAT ">
      <w:r w:rsidR="00EA0A51" w:rsidRPr="00EA0A51">
        <w:rPr>
          <w:bCs/>
          <w:noProof/>
          <w:lang w:val="en-US"/>
        </w:rPr>
        <w:t>Use</w:t>
      </w:r>
      <w:r w:rsidR="00EA0A51">
        <w:rPr>
          <w:noProof/>
        </w:rPr>
        <w:t xml:space="preserve"> of the Britest PDD Stencil and Template v4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EDBEF" w14:textId="77777777" w:rsidR="006C7451" w:rsidRDefault="006C7451">
    <w:pPr>
      <w:pStyle w:val="Header"/>
    </w:pPr>
    <w:r w:rsidRPr="006C7451">
      <w:pict w14:anchorId="3859DC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01.75pt;margin-top:-18.75pt;width:48.25pt;height:48.35pt;z-index:251657728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80B73"/>
    <w:multiLevelType w:val="hybridMultilevel"/>
    <w:tmpl w:val="5BBE1680"/>
    <w:lvl w:ilvl="0" w:tplc="6B200ECE">
      <w:start w:val="1"/>
      <w:numFmt w:val="bullet"/>
      <w:pStyle w:val="poin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ED8"/>
    <w:rsid w:val="00000576"/>
    <w:rsid w:val="00000B3D"/>
    <w:rsid w:val="00005505"/>
    <w:rsid w:val="0001322C"/>
    <w:rsid w:val="00017165"/>
    <w:rsid w:val="00020DE4"/>
    <w:rsid w:val="000304F9"/>
    <w:rsid w:val="00032C05"/>
    <w:rsid w:val="00033454"/>
    <w:rsid w:val="000346AA"/>
    <w:rsid w:val="00034C16"/>
    <w:rsid w:val="00041992"/>
    <w:rsid w:val="0004370F"/>
    <w:rsid w:val="000454B8"/>
    <w:rsid w:val="00052D87"/>
    <w:rsid w:val="00056F85"/>
    <w:rsid w:val="00057391"/>
    <w:rsid w:val="000646AA"/>
    <w:rsid w:val="00064C82"/>
    <w:rsid w:val="0006524D"/>
    <w:rsid w:val="00067A92"/>
    <w:rsid w:val="000825A1"/>
    <w:rsid w:val="000834BE"/>
    <w:rsid w:val="00085947"/>
    <w:rsid w:val="00093482"/>
    <w:rsid w:val="00093976"/>
    <w:rsid w:val="00094F54"/>
    <w:rsid w:val="000958DA"/>
    <w:rsid w:val="000A1DA4"/>
    <w:rsid w:val="000A7EC8"/>
    <w:rsid w:val="000B01BE"/>
    <w:rsid w:val="000C6A05"/>
    <w:rsid w:val="000C7060"/>
    <w:rsid w:val="000D6693"/>
    <w:rsid w:val="000F34B4"/>
    <w:rsid w:val="000F3B66"/>
    <w:rsid w:val="000F549A"/>
    <w:rsid w:val="0010163A"/>
    <w:rsid w:val="00101E70"/>
    <w:rsid w:val="0010228B"/>
    <w:rsid w:val="00106654"/>
    <w:rsid w:val="00106A5D"/>
    <w:rsid w:val="001309E3"/>
    <w:rsid w:val="00131D91"/>
    <w:rsid w:val="00133E5D"/>
    <w:rsid w:val="00136A99"/>
    <w:rsid w:val="001417DD"/>
    <w:rsid w:val="00141E3A"/>
    <w:rsid w:val="0014408F"/>
    <w:rsid w:val="00152277"/>
    <w:rsid w:val="00152A41"/>
    <w:rsid w:val="0015317C"/>
    <w:rsid w:val="001632B6"/>
    <w:rsid w:val="00165CDC"/>
    <w:rsid w:val="00167155"/>
    <w:rsid w:val="00171D6A"/>
    <w:rsid w:val="00193274"/>
    <w:rsid w:val="00193507"/>
    <w:rsid w:val="00195F76"/>
    <w:rsid w:val="001A024F"/>
    <w:rsid w:val="001A485A"/>
    <w:rsid w:val="001A6B5B"/>
    <w:rsid w:val="001B1436"/>
    <w:rsid w:val="001B1E52"/>
    <w:rsid w:val="001C1F68"/>
    <w:rsid w:val="001D6218"/>
    <w:rsid w:val="001E20D9"/>
    <w:rsid w:val="001F0CFE"/>
    <w:rsid w:val="001F4408"/>
    <w:rsid w:val="002046E8"/>
    <w:rsid w:val="00212853"/>
    <w:rsid w:val="0021677D"/>
    <w:rsid w:val="002167F2"/>
    <w:rsid w:val="00222149"/>
    <w:rsid w:val="00233C7E"/>
    <w:rsid w:val="00236508"/>
    <w:rsid w:val="00242242"/>
    <w:rsid w:val="00246C3A"/>
    <w:rsid w:val="00247847"/>
    <w:rsid w:val="002522A1"/>
    <w:rsid w:val="002550A1"/>
    <w:rsid w:val="00267D46"/>
    <w:rsid w:val="00275D51"/>
    <w:rsid w:val="00277184"/>
    <w:rsid w:val="00282606"/>
    <w:rsid w:val="00290784"/>
    <w:rsid w:val="00294F15"/>
    <w:rsid w:val="002A31F6"/>
    <w:rsid w:val="002A4E99"/>
    <w:rsid w:val="002A6EE7"/>
    <w:rsid w:val="002B6113"/>
    <w:rsid w:val="002C1084"/>
    <w:rsid w:val="002C298F"/>
    <w:rsid w:val="002D01F7"/>
    <w:rsid w:val="002D4E23"/>
    <w:rsid w:val="002E5E5C"/>
    <w:rsid w:val="002F2FE5"/>
    <w:rsid w:val="002F6F77"/>
    <w:rsid w:val="00307D7E"/>
    <w:rsid w:val="0031399C"/>
    <w:rsid w:val="00317CD7"/>
    <w:rsid w:val="0032359E"/>
    <w:rsid w:val="00323BCF"/>
    <w:rsid w:val="0032409B"/>
    <w:rsid w:val="0032527D"/>
    <w:rsid w:val="003259F4"/>
    <w:rsid w:val="0033612B"/>
    <w:rsid w:val="00340ED9"/>
    <w:rsid w:val="0034192E"/>
    <w:rsid w:val="0034249C"/>
    <w:rsid w:val="00344E31"/>
    <w:rsid w:val="0035676C"/>
    <w:rsid w:val="00364C36"/>
    <w:rsid w:val="003667EA"/>
    <w:rsid w:val="00373BB6"/>
    <w:rsid w:val="003746D3"/>
    <w:rsid w:val="00375AED"/>
    <w:rsid w:val="00386D5D"/>
    <w:rsid w:val="0039248E"/>
    <w:rsid w:val="00397266"/>
    <w:rsid w:val="00397AA8"/>
    <w:rsid w:val="003B5B71"/>
    <w:rsid w:val="003C7BBF"/>
    <w:rsid w:val="003D08FE"/>
    <w:rsid w:val="003D0904"/>
    <w:rsid w:val="003D0A98"/>
    <w:rsid w:val="003D0C5C"/>
    <w:rsid w:val="003D62A1"/>
    <w:rsid w:val="003E0102"/>
    <w:rsid w:val="003E1AFC"/>
    <w:rsid w:val="003E2B39"/>
    <w:rsid w:val="0040756D"/>
    <w:rsid w:val="00417FC5"/>
    <w:rsid w:val="00423817"/>
    <w:rsid w:val="00425CED"/>
    <w:rsid w:val="004307C3"/>
    <w:rsid w:val="00432BCE"/>
    <w:rsid w:val="00433F13"/>
    <w:rsid w:val="00446F72"/>
    <w:rsid w:val="00452B4F"/>
    <w:rsid w:val="00454A3A"/>
    <w:rsid w:val="00462255"/>
    <w:rsid w:val="004654B1"/>
    <w:rsid w:val="004726DE"/>
    <w:rsid w:val="00474365"/>
    <w:rsid w:val="0047473F"/>
    <w:rsid w:val="004C2606"/>
    <w:rsid w:val="004C7BCD"/>
    <w:rsid w:val="004D1FB7"/>
    <w:rsid w:val="004D5B3A"/>
    <w:rsid w:val="004E65FB"/>
    <w:rsid w:val="004E6795"/>
    <w:rsid w:val="004F14E3"/>
    <w:rsid w:val="004F3A9F"/>
    <w:rsid w:val="004F6B34"/>
    <w:rsid w:val="005070E7"/>
    <w:rsid w:val="00511F83"/>
    <w:rsid w:val="00517C92"/>
    <w:rsid w:val="00522942"/>
    <w:rsid w:val="00530161"/>
    <w:rsid w:val="00533C70"/>
    <w:rsid w:val="00544885"/>
    <w:rsid w:val="00573978"/>
    <w:rsid w:val="005746A3"/>
    <w:rsid w:val="00581457"/>
    <w:rsid w:val="0058322D"/>
    <w:rsid w:val="005839A6"/>
    <w:rsid w:val="005844D5"/>
    <w:rsid w:val="00584504"/>
    <w:rsid w:val="00590C29"/>
    <w:rsid w:val="005920C4"/>
    <w:rsid w:val="0059542B"/>
    <w:rsid w:val="005A3223"/>
    <w:rsid w:val="005B4A52"/>
    <w:rsid w:val="005B721F"/>
    <w:rsid w:val="005B74DF"/>
    <w:rsid w:val="005C1E13"/>
    <w:rsid w:val="005C21A3"/>
    <w:rsid w:val="005C21D8"/>
    <w:rsid w:val="005D0B49"/>
    <w:rsid w:val="005D2A79"/>
    <w:rsid w:val="005E4954"/>
    <w:rsid w:val="005E6161"/>
    <w:rsid w:val="00601EE9"/>
    <w:rsid w:val="006227B0"/>
    <w:rsid w:val="00632AB3"/>
    <w:rsid w:val="00633CFB"/>
    <w:rsid w:val="0063406D"/>
    <w:rsid w:val="00663D5E"/>
    <w:rsid w:val="0066514A"/>
    <w:rsid w:val="00675F9B"/>
    <w:rsid w:val="006816F9"/>
    <w:rsid w:val="00682ECB"/>
    <w:rsid w:val="0069291A"/>
    <w:rsid w:val="006A1041"/>
    <w:rsid w:val="006A1AF6"/>
    <w:rsid w:val="006B0EC5"/>
    <w:rsid w:val="006C0F8B"/>
    <w:rsid w:val="006C7451"/>
    <w:rsid w:val="006E748E"/>
    <w:rsid w:val="006F3E00"/>
    <w:rsid w:val="00705239"/>
    <w:rsid w:val="007103B6"/>
    <w:rsid w:val="0071162C"/>
    <w:rsid w:val="00721459"/>
    <w:rsid w:val="00725482"/>
    <w:rsid w:val="00733429"/>
    <w:rsid w:val="007409A4"/>
    <w:rsid w:val="00740F01"/>
    <w:rsid w:val="007420CD"/>
    <w:rsid w:val="00744CCE"/>
    <w:rsid w:val="0075288A"/>
    <w:rsid w:val="00755BE8"/>
    <w:rsid w:val="007750CC"/>
    <w:rsid w:val="00782C4E"/>
    <w:rsid w:val="0078372F"/>
    <w:rsid w:val="00790CED"/>
    <w:rsid w:val="00792E3F"/>
    <w:rsid w:val="007951A6"/>
    <w:rsid w:val="007A2499"/>
    <w:rsid w:val="007C4C38"/>
    <w:rsid w:val="007C7157"/>
    <w:rsid w:val="007D737F"/>
    <w:rsid w:val="007E4D06"/>
    <w:rsid w:val="00806CEA"/>
    <w:rsid w:val="008270DC"/>
    <w:rsid w:val="008311C7"/>
    <w:rsid w:val="0083254C"/>
    <w:rsid w:val="00835DF8"/>
    <w:rsid w:val="00837726"/>
    <w:rsid w:val="00840DC5"/>
    <w:rsid w:val="00841C51"/>
    <w:rsid w:val="00845E3F"/>
    <w:rsid w:val="00847D89"/>
    <w:rsid w:val="0085315C"/>
    <w:rsid w:val="00853EEA"/>
    <w:rsid w:val="008726D6"/>
    <w:rsid w:val="00873E78"/>
    <w:rsid w:val="0089337C"/>
    <w:rsid w:val="008942A6"/>
    <w:rsid w:val="00897230"/>
    <w:rsid w:val="008A489E"/>
    <w:rsid w:val="008A738F"/>
    <w:rsid w:val="008A73AB"/>
    <w:rsid w:val="008B332A"/>
    <w:rsid w:val="008B5C05"/>
    <w:rsid w:val="008C6EB6"/>
    <w:rsid w:val="008D52CC"/>
    <w:rsid w:val="008D7441"/>
    <w:rsid w:val="008F1CDC"/>
    <w:rsid w:val="008F697E"/>
    <w:rsid w:val="009041E2"/>
    <w:rsid w:val="00906017"/>
    <w:rsid w:val="00920C5C"/>
    <w:rsid w:val="00946384"/>
    <w:rsid w:val="00956AFC"/>
    <w:rsid w:val="00961CAC"/>
    <w:rsid w:val="00963877"/>
    <w:rsid w:val="00973A8F"/>
    <w:rsid w:val="00973B87"/>
    <w:rsid w:val="00975E82"/>
    <w:rsid w:val="009764F1"/>
    <w:rsid w:val="009774D5"/>
    <w:rsid w:val="0098139E"/>
    <w:rsid w:val="009838BC"/>
    <w:rsid w:val="009869CE"/>
    <w:rsid w:val="00986A53"/>
    <w:rsid w:val="009937EB"/>
    <w:rsid w:val="00994F68"/>
    <w:rsid w:val="00995055"/>
    <w:rsid w:val="009A0B99"/>
    <w:rsid w:val="009B50AB"/>
    <w:rsid w:val="009B53FA"/>
    <w:rsid w:val="009C3E1C"/>
    <w:rsid w:val="00A07B47"/>
    <w:rsid w:val="00A1731B"/>
    <w:rsid w:val="00A31D46"/>
    <w:rsid w:val="00A35016"/>
    <w:rsid w:val="00A374F6"/>
    <w:rsid w:val="00A41986"/>
    <w:rsid w:val="00A449C6"/>
    <w:rsid w:val="00A45983"/>
    <w:rsid w:val="00A45E83"/>
    <w:rsid w:val="00A5053B"/>
    <w:rsid w:val="00A56B64"/>
    <w:rsid w:val="00A606A9"/>
    <w:rsid w:val="00A64672"/>
    <w:rsid w:val="00A64DD6"/>
    <w:rsid w:val="00A708A4"/>
    <w:rsid w:val="00A73EC0"/>
    <w:rsid w:val="00A755D4"/>
    <w:rsid w:val="00A83E22"/>
    <w:rsid w:val="00A85DD0"/>
    <w:rsid w:val="00AA1B47"/>
    <w:rsid w:val="00AB0E5C"/>
    <w:rsid w:val="00AC2573"/>
    <w:rsid w:val="00AC5CDF"/>
    <w:rsid w:val="00AD1872"/>
    <w:rsid w:val="00AD1FD9"/>
    <w:rsid w:val="00AE35E5"/>
    <w:rsid w:val="00AE37A0"/>
    <w:rsid w:val="00AE4BC2"/>
    <w:rsid w:val="00B152B0"/>
    <w:rsid w:val="00B220C2"/>
    <w:rsid w:val="00B22576"/>
    <w:rsid w:val="00B36290"/>
    <w:rsid w:val="00B363A4"/>
    <w:rsid w:val="00B444FE"/>
    <w:rsid w:val="00B54C3B"/>
    <w:rsid w:val="00B55BE0"/>
    <w:rsid w:val="00B6611F"/>
    <w:rsid w:val="00B74494"/>
    <w:rsid w:val="00B77F94"/>
    <w:rsid w:val="00B827DE"/>
    <w:rsid w:val="00B920D8"/>
    <w:rsid w:val="00BA536E"/>
    <w:rsid w:val="00BB1AA1"/>
    <w:rsid w:val="00BE0669"/>
    <w:rsid w:val="00BE359B"/>
    <w:rsid w:val="00BF75F4"/>
    <w:rsid w:val="00C0278B"/>
    <w:rsid w:val="00C10D72"/>
    <w:rsid w:val="00C225E1"/>
    <w:rsid w:val="00C231AD"/>
    <w:rsid w:val="00C31162"/>
    <w:rsid w:val="00C3198E"/>
    <w:rsid w:val="00C41D33"/>
    <w:rsid w:val="00C4357D"/>
    <w:rsid w:val="00C45DB3"/>
    <w:rsid w:val="00C47EFC"/>
    <w:rsid w:val="00C55078"/>
    <w:rsid w:val="00C57D61"/>
    <w:rsid w:val="00C64E9E"/>
    <w:rsid w:val="00C7063A"/>
    <w:rsid w:val="00C742F6"/>
    <w:rsid w:val="00C85A0C"/>
    <w:rsid w:val="00C862BE"/>
    <w:rsid w:val="00C9123D"/>
    <w:rsid w:val="00C91852"/>
    <w:rsid w:val="00C9757A"/>
    <w:rsid w:val="00CA1F2D"/>
    <w:rsid w:val="00CA77F1"/>
    <w:rsid w:val="00CB15A9"/>
    <w:rsid w:val="00CB1750"/>
    <w:rsid w:val="00CD0FF7"/>
    <w:rsid w:val="00CE2DCE"/>
    <w:rsid w:val="00CF09FC"/>
    <w:rsid w:val="00CF119B"/>
    <w:rsid w:val="00CF4C2C"/>
    <w:rsid w:val="00CF4D32"/>
    <w:rsid w:val="00D135DA"/>
    <w:rsid w:val="00D15820"/>
    <w:rsid w:val="00D227C7"/>
    <w:rsid w:val="00D23914"/>
    <w:rsid w:val="00D26B84"/>
    <w:rsid w:val="00D30260"/>
    <w:rsid w:val="00D30330"/>
    <w:rsid w:val="00D33AF4"/>
    <w:rsid w:val="00D51F5A"/>
    <w:rsid w:val="00D54D70"/>
    <w:rsid w:val="00D63ED8"/>
    <w:rsid w:val="00D717DD"/>
    <w:rsid w:val="00D76AC8"/>
    <w:rsid w:val="00D81589"/>
    <w:rsid w:val="00D86173"/>
    <w:rsid w:val="00DA0C29"/>
    <w:rsid w:val="00DC0022"/>
    <w:rsid w:val="00DC0CD5"/>
    <w:rsid w:val="00DE0556"/>
    <w:rsid w:val="00DE7EAD"/>
    <w:rsid w:val="00DF2082"/>
    <w:rsid w:val="00DF34D3"/>
    <w:rsid w:val="00DF34D5"/>
    <w:rsid w:val="00DF589E"/>
    <w:rsid w:val="00E00A85"/>
    <w:rsid w:val="00E079F0"/>
    <w:rsid w:val="00E336AB"/>
    <w:rsid w:val="00E4219B"/>
    <w:rsid w:val="00E44458"/>
    <w:rsid w:val="00E46E11"/>
    <w:rsid w:val="00E57E42"/>
    <w:rsid w:val="00E60865"/>
    <w:rsid w:val="00E729E1"/>
    <w:rsid w:val="00E77BE5"/>
    <w:rsid w:val="00E8569D"/>
    <w:rsid w:val="00EA0A51"/>
    <w:rsid w:val="00EA5CAE"/>
    <w:rsid w:val="00EA5DCD"/>
    <w:rsid w:val="00EA677A"/>
    <w:rsid w:val="00EB64A1"/>
    <w:rsid w:val="00EB7D85"/>
    <w:rsid w:val="00ED2168"/>
    <w:rsid w:val="00EE0F5B"/>
    <w:rsid w:val="00F00BC3"/>
    <w:rsid w:val="00F024C1"/>
    <w:rsid w:val="00F042D9"/>
    <w:rsid w:val="00F10FEB"/>
    <w:rsid w:val="00F249BA"/>
    <w:rsid w:val="00F27A08"/>
    <w:rsid w:val="00F31049"/>
    <w:rsid w:val="00F35B27"/>
    <w:rsid w:val="00F365E5"/>
    <w:rsid w:val="00F4177F"/>
    <w:rsid w:val="00F47245"/>
    <w:rsid w:val="00F474D9"/>
    <w:rsid w:val="00F555B5"/>
    <w:rsid w:val="00F754C1"/>
    <w:rsid w:val="00F76830"/>
    <w:rsid w:val="00F82CBC"/>
    <w:rsid w:val="00F91D23"/>
    <w:rsid w:val="00F95257"/>
    <w:rsid w:val="00FA4344"/>
    <w:rsid w:val="00FB0230"/>
    <w:rsid w:val="00FB3F25"/>
    <w:rsid w:val="00FB5F15"/>
    <w:rsid w:val="00FB7346"/>
    <w:rsid w:val="00FC06AD"/>
    <w:rsid w:val="00FC0C56"/>
    <w:rsid w:val="00FD1488"/>
    <w:rsid w:val="00FD33C0"/>
    <w:rsid w:val="00FD75D1"/>
    <w:rsid w:val="00FE11BA"/>
    <w:rsid w:val="00FE19EF"/>
    <w:rsid w:val="00FE3CA5"/>
    <w:rsid w:val="00FE5731"/>
    <w:rsid w:val="00FE6B3C"/>
    <w:rsid w:val="00FE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58184846"/>
  <w15:chartTrackingRefBased/>
  <w15:docId w15:val="{94D4C9FE-E680-444D-9864-19263DE51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4408F"/>
    <w:rPr>
      <w:rFonts w:ascii="Verdana" w:hAnsi="Verdana"/>
      <w:szCs w:val="22"/>
      <w:lang w:eastAsia="ko-KR"/>
    </w:rPr>
  </w:style>
  <w:style w:type="paragraph" w:styleId="Heading1">
    <w:name w:val="heading 1"/>
    <w:basedOn w:val="Normal"/>
    <w:next w:val="BodyText"/>
    <w:qFormat/>
    <w:rsid w:val="0014408F"/>
    <w:pPr>
      <w:keepNext/>
      <w:keepLines/>
      <w:spacing w:before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Heading1"/>
    <w:next w:val="BodyText"/>
    <w:qFormat/>
    <w:rsid w:val="0014408F"/>
    <w:pPr>
      <w:outlineLvl w:val="1"/>
    </w:pPr>
    <w:rPr>
      <w:bCs w:val="0"/>
      <w:iCs/>
      <w:sz w:val="24"/>
      <w:szCs w:val="28"/>
    </w:rPr>
  </w:style>
  <w:style w:type="paragraph" w:styleId="Heading3">
    <w:name w:val="heading 3"/>
    <w:basedOn w:val="Heading2"/>
    <w:next w:val="BodyText"/>
    <w:qFormat/>
    <w:rsid w:val="0014408F"/>
    <w:pPr>
      <w:outlineLvl w:val="2"/>
    </w:pPr>
    <w:rPr>
      <w:bCs/>
      <w:sz w:val="22"/>
      <w:szCs w:val="26"/>
    </w:rPr>
  </w:style>
  <w:style w:type="paragraph" w:styleId="Heading4">
    <w:name w:val="heading 4"/>
    <w:basedOn w:val="Heading3"/>
    <w:next w:val="BodyText"/>
    <w:qFormat/>
    <w:rsid w:val="0014408F"/>
    <w:pPr>
      <w:outlineLvl w:val="3"/>
    </w:pPr>
    <w:rPr>
      <w:bCs w:val="0"/>
      <w:i/>
      <w:szCs w:val="28"/>
    </w:rPr>
  </w:style>
  <w:style w:type="paragraph" w:styleId="Heading5">
    <w:name w:val="heading 5"/>
    <w:basedOn w:val="Heading4"/>
    <w:next w:val="Normal"/>
    <w:qFormat/>
    <w:rsid w:val="00E46E11"/>
    <w:pPr>
      <w:tabs>
        <w:tab w:val="num" w:pos="1008"/>
      </w:tabs>
      <w:spacing w:before="120"/>
      <w:outlineLvl w:val="4"/>
    </w:pPr>
    <w:rPr>
      <w:b w:val="0"/>
      <w:bCs/>
      <w:iCs w:val="0"/>
      <w:szCs w:val="26"/>
    </w:rPr>
  </w:style>
  <w:style w:type="character" w:default="1" w:styleId="DefaultParagraphFont">
    <w:name w:val="Default Paragraph Font"/>
    <w:semiHidden/>
    <w:rsid w:val="0014408F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14408F"/>
  </w:style>
  <w:style w:type="paragraph" w:styleId="BodyText">
    <w:name w:val="Body Text"/>
    <w:basedOn w:val="Normal"/>
    <w:rsid w:val="0014408F"/>
    <w:pPr>
      <w:spacing w:before="120"/>
      <w:jc w:val="both"/>
    </w:pPr>
  </w:style>
  <w:style w:type="paragraph" w:customStyle="1" w:styleId="table">
    <w:name w:val="table"/>
    <w:basedOn w:val="Normal"/>
    <w:rsid w:val="0014408F"/>
    <w:pPr>
      <w:spacing w:before="60" w:after="60"/>
    </w:pPr>
  </w:style>
  <w:style w:type="paragraph" w:customStyle="1" w:styleId="tableheading">
    <w:name w:val="table heading"/>
    <w:basedOn w:val="table"/>
    <w:rsid w:val="0014408F"/>
    <w:rPr>
      <w:b/>
    </w:rPr>
  </w:style>
  <w:style w:type="character" w:customStyle="1" w:styleId="emphasis">
    <w:name w:val="emphasis"/>
    <w:rsid w:val="0014408F"/>
    <w:rPr>
      <w:b/>
      <w:i/>
    </w:rPr>
  </w:style>
  <w:style w:type="paragraph" w:customStyle="1" w:styleId="reference">
    <w:name w:val="reference"/>
    <w:basedOn w:val="BodyText"/>
    <w:rsid w:val="0014408F"/>
    <w:pPr>
      <w:ind w:left="360" w:hanging="360"/>
      <w:jc w:val="left"/>
    </w:pPr>
  </w:style>
  <w:style w:type="paragraph" w:customStyle="1" w:styleId="smallheadingline">
    <w:name w:val="small heading line"/>
    <w:basedOn w:val="Normal"/>
    <w:next w:val="Title"/>
    <w:rsid w:val="0014408F"/>
    <w:pPr>
      <w:jc w:val="center"/>
    </w:pPr>
    <w:rPr>
      <w:b/>
    </w:rPr>
  </w:style>
  <w:style w:type="character" w:customStyle="1" w:styleId="notereediting">
    <w:name w:val="note_re_editing"/>
    <w:rsid w:val="0014408F"/>
    <w:rPr>
      <w:b/>
      <w:i/>
      <w:color w:val="FF0000"/>
      <w:sz w:val="32"/>
    </w:rPr>
  </w:style>
  <w:style w:type="character" w:customStyle="1" w:styleId="variable">
    <w:name w:val="variable"/>
    <w:rsid w:val="0014408F"/>
    <w:rPr>
      <w:rFonts w:ascii="Times New Roman" w:hAnsi="Times New Roman"/>
      <w:i/>
    </w:rPr>
  </w:style>
  <w:style w:type="paragraph" w:customStyle="1" w:styleId="present">
    <w:name w:val="present"/>
    <w:basedOn w:val="BodyText"/>
    <w:rsid w:val="0014408F"/>
    <w:pPr>
      <w:tabs>
        <w:tab w:val="left" w:pos="3600"/>
        <w:tab w:val="left" w:pos="7200"/>
      </w:tabs>
      <w:spacing w:before="60"/>
      <w:ind w:left="720"/>
    </w:pPr>
  </w:style>
  <w:style w:type="paragraph" w:styleId="Title">
    <w:name w:val="Title"/>
    <w:basedOn w:val="Normal"/>
    <w:next w:val="Heading1"/>
    <w:qFormat/>
    <w:rsid w:val="0014408F"/>
    <w:pPr>
      <w:keepNext/>
      <w:keepLines/>
      <w:spacing w:before="240"/>
      <w:jc w:val="center"/>
    </w:pPr>
    <w:rPr>
      <w:b/>
      <w:sz w:val="32"/>
      <w:szCs w:val="32"/>
    </w:rPr>
  </w:style>
  <w:style w:type="character" w:customStyle="1" w:styleId="uncertain">
    <w:name w:val="uncertain"/>
    <w:rsid w:val="0014408F"/>
    <w:rPr>
      <w:i/>
      <w:color w:val="FF0000"/>
    </w:rPr>
  </w:style>
  <w:style w:type="paragraph" w:styleId="Footer">
    <w:name w:val="footer"/>
    <w:basedOn w:val="Normal"/>
    <w:rsid w:val="0014408F"/>
    <w:pPr>
      <w:tabs>
        <w:tab w:val="right" w:pos="9000"/>
      </w:tabs>
    </w:pPr>
    <w:rPr>
      <w:b/>
      <w:i/>
      <w:color w:val="3333CC"/>
      <w:sz w:val="18"/>
      <w:szCs w:val="18"/>
    </w:rPr>
  </w:style>
  <w:style w:type="character" w:styleId="Hyperlink">
    <w:name w:val="Hyperlink"/>
    <w:rsid w:val="0014408F"/>
    <w:rPr>
      <w:color w:val="0000FF"/>
      <w:sz w:val="20"/>
      <w:szCs w:val="20"/>
      <w:u w:val="single"/>
    </w:rPr>
  </w:style>
  <w:style w:type="paragraph" w:styleId="Header">
    <w:name w:val="header"/>
    <w:basedOn w:val="Normal"/>
    <w:rsid w:val="0014408F"/>
    <w:pPr>
      <w:tabs>
        <w:tab w:val="right" w:pos="9000"/>
      </w:tabs>
    </w:pPr>
    <w:rPr>
      <w:b/>
      <w:i/>
      <w:color w:val="3333CC"/>
      <w:sz w:val="18"/>
      <w:szCs w:val="18"/>
    </w:rPr>
  </w:style>
  <w:style w:type="paragraph" w:customStyle="1" w:styleId="points">
    <w:name w:val="points"/>
    <w:basedOn w:val="BodyText"/>
    <w:rsid w:val="0014408F"/>
    <w:pPr>
      <w:numPr>
        <w:numId w:val="3"/>
      </w:numPr>
      <w:tabs>
        <w:tab w:val="clear" w:pos="720"/>
        <w:tab w:val="num" w:pos="360"/>
      </w:tabs>
      <w:ind w:left="0" w:firstLine="0"/>
    </w:pPr>
  </w:style>
  <w:style w:type="character" w:customStyle="1" w:styleId="inforequired">
    <w:name w:val="info required"/>
    <w:rsid w:val="0014408F"/>
    <w:rPr>
      <w:b/>
      <w:i/>
      <w:color w:val="FF0000"/>
      <w:shd w:val="clear" w:color="auto" w:fill="FFFF00"/>
      <w:lang w:val="en-GB"/>
    </w:rPr>
  </w:style>
  <w:style w:type="paragraph" w:customStyle="1" w:styleId="forInfo">
    <w:name w:val="forInfo"/>
    <w:basedOn w:val="Normal"/>
    <w:rsid w:val="0014408F"/>
    <w:pPr>
      <w:spacing w:before="60" w:after="60"/>
    </w:pPr>
    <w:rPr>
      <w:rFonts w:ascii="Arial" w:hAnsi="Arial"/>
      <w:color w:val="0000FF"/>
      <w:lang w:eastAsia="fr-FR"/>
    </w:rPr>
  </w:style>
  <w:style w:type="paragraph" w:customStyle="1" w:styleId="Figureheading">
    <w:name w:val="Figure heading"/>
    <w:basedOn w:val="Heading1"/>
    <w:next w:val="BodyText"/>
    <w:rsid w:val="004307C3"/>
    <w:pPr>
      <w:keepNext w:val="0"/>
      <w:spacing w:after="480"/>
      <w:ind w:left="1440" w:hanging="1440"/>
    </w:pPr>
    <w:rPr>
      <w:rFonts w:eastAsia="Times New Roman"/>
      <w:sz w:val="24"/>
      <w:lang w:eastAsia="en-US"/>
    </w:rPr>
  </w:style>
  <w:style w:type="paragraph" w:styleId="Subtitle">
    <w:name w:val="Subtitle"/>
    <w:basedOn w:val="Title"/>
    <w:next w:val="Heading1"/>
    <w:qFormat/>
    <w:rsid w:val="0014408F"/>
    <w:pPr>
      <w:spacing w:before="120"/>
      <w:outlineLvl w:val="1"/>
    </w:pPr>
    <w:rPr>
      <w:rFonts w:cs="Arial"/>
      <w:sz w:val="28"/>
      <w:szCs w:val="24"/>
    </w:rPr>
  </w:style>
  <w:style w:type="paragraph" w:customStyle="1" w:styleId="spacer">
    <w:name w:val="spacer"/>
    <w:basedOn w:val="Normal"/>
    <w:rsid w:val="0014408F"/>
    <w:pPr>
      <w:spacing w:line="120" w:lineRule="exact"/>
    </w:pPr>
  </w:style>
  <w:style w:type="paragraph" w:customStyle="1" w:styleId="action">
    <w:name w:val="action"/>
    <w:basedOn w:val="BodyText"/>
    <w:rsid w:val="0014408F"/>
    <w:pPr>
      <w:shd w:val="clear" w:color="auto" w:fill="FFFF99"/>
    </w:pPr>
  </w:style>
  <w:style w:type="paragraph" w:customStyle="1" w:styleId="abstract">
    <w:name w:val="abstract"/>
    <w:basedOn w:val="BodyText"/>
    <w:next w:val="Heading1"/>
    <w:rsid w:val="0014408F"/>
    <w:pPr>
      <w:ind w:left="360" w:right="360"/>
    </w:pPr>
    <w:rPr>
      <w:rFonts w:ascii="Arial" w:eastAsia="Times New Roman" w:hAnsi="Arial"/>
      <w:szCs w:val="24"/>
      <w:lang w:eastAsia="en-US"/>
    </w:rPr>
  </w:style>
  <w:style w:type="paragraph" w:customStyle="1" w:styleId="actiontable">
    <w:name w:val="action table"/>
    <w:basedOn w:val="action"/>
    <w:rsid w:val="004C7BCD"/>
    <w:pPr>
      <w:spacing w:before="60" w:after="60"/>
      <w:jc w:val="left"/>
    </w:pPr>
  </w:style>
  <w:style w:type="paragraph" w:customStyle="1" w:styleId="Figure">
    <w:name w:val="Figure"/>
    <w:basedOn w:val="BodyText"/>
    <w:next w:val="Figureheading"/>
    <w:rsid w:val="004307C3"/>
    <w:pPr>
      <w:keepNext/>
      <w:keepLines/>
      <w:jc w:val="center"/>
    </w:pPr>
    <w:rPr>
      <w:rFonts w:eastAsia="Times New Roman"/>
      <w:szCs w:val="24"/>
      <w:lang w:eastAsia="en-US"/>
    </w:rPr>
  </w:style>
  <w:style w:type="character" w:styleId="PageNumber">
    <w:name w:val="page number"/>
    <w:basedOn w:val="DefaultParagraphFont"/>
    <w:rsid w:val="00144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eremy\Application%20Data\Microsoft\Templates\Britest%20blank%20docum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2FF1D8182BCB4482300E3B105FA266" ma:contentTypeVersion="10" ma:contentTypeDescription="Create a new document." ma:contentTypeScope="" ma:versionID="e3462870fe7573fbf9e97fbb26c9f891">
  <xsd:schema xmlns:xsd="http://www.w3.org/2001/XMLSchema" xmlns:xs="http://www.w3.org/2001/XMLSchema" xmlns:p="http://schemas.microsoft.com/office/2006/metadata/properties" xmlns:ns2="b95c5b76-3817-46bf-a9ee-c84342603493" xmlns:ns3="http://schemas.microsoft.com/sharepoint/v4" xmlns:ns4="bc0daa9e-e0f6-4d3b-86d3-b87eedd8e833" targetNamespace="http://schemas.microsoft.com/office/2006/metadata/properties" ma:root="true" ma:fieldsID="6d965d26971f726190f1e47f86440c63" ns2:_="" ns3:_="" ns4:_="">
    <xsd:import namespace="b95c5b76-3817-46bf-a9ee-c84342603493"/>
    <xsd:import namespace="http://schemas.microsoft.com/sharepoint/v4"/>
    <xsd:import namespace="bc0daa9e-e0f6-4d3b-86d3-b87eedd8e83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3:IconOverlay" minOccurs="0"/>
                <xsd:element ref="ns2:SharedWithDetails" minOccurs="0"/>
                <xsd:element ref="ns2:LastSharedByUser" minOccurs="0"/>
                <xsd:element ref="ns2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5c5b76-3817-46bf-a9ee-c8434260349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0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daa9e-e0f6-4d3b-86d3-b87eedd8e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7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EE2AE817-B889-4101-8965-B777A79A2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5c5b76-3817-46bf-a9ee-c84342603493"/>
    <ds:schemaRef ds:uri="http://schemas.microsoft.com/sharepoint/v4"/>
    <ds:schemaRef ds:uri="bc0daa9e-e0f6-4d3b-86d3-b87eedd8e8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0F580-09C8-49A7-91D9-C9F989D80D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5BB57B-6E01-4F11-BDBF-9AF9D7F1066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b95c5b76-3817-46bf-a9ee-c84342603493"/>
    <ds:schemaRef ds:uri="http://purl.org/dc/terms/"/>
    <ds:schemaRef ds:uri="http://schemas.openxmlformats.org/package/2006/metadata/core-properties"/>
    <ds:schemaRef ds:uri="bc0daa9e-e0f6-4d3b-86d3-b87eedd8e833"/>
    <ds:schemaRef ds:uri="http://schemas.microsoft.com/sharepoint/v4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Britest blank document.dot</Template>
  <TotalTime>9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Best Process Design</vt:lpstr>
    </vt:vector>
  </TitlesOfParts>
  <Company> 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 Process Design</dc:title>
  <dc:subject/>
  <dc:creator>Jeremy M Double;John Henderson</dc:creator>
  <cp:keywords/>
  <dc:description/>
  <cp:lastModifiedBy>John Henderson</cp:lastModifiedBy>
  <cp:revision>3</cp:revision>
  <cp:lastPrinted>1601-01-01T00:00:00Z</cp:lastPrinted>
  <dcterms:created xsi:type="dcterms:W3CDTF">2017-07-28T09:37:00Z</dcterms:created>
  <dcterms:modified xsi:type="dcterms:W3CDTF">2017-07-28T09:48:00Z</dcterms:modified>
</cp:coreProperties>
</file>